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FAF6DC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81406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3426DA0" w14:textId="739EF4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B4F3A">
        <w:rPr>
          <w:rFonts w:ascii="Corbel" w:hAnsi="Corbel"/>
          <w:i/>
          <w:smallCaps/>
          <w:sz w:val="24"/>
          <w:szCs w:val="24"/>
        </w:rPr>
        <w:t>2021-2024</w:t>
      </w:r>
    </w:p>
    <w:p w:rsidR="0085747A" w:rsidP="00EA4832" w:rsidRDefault="00EA4832" w14:paraId="767448B2" w14:textId="7B6A04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B4F3A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615CFFE" w14:textId="73F6351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21585E">
        <w:rPr>
          <w:rFonts w:ascii="Corbel" w:hAnsi="Corbel"/>
          <w:sz w:val="20"/>
          <w:szCs w:val="20"/>
        </w:rPr>
        <w:t>202</w:t>
      </w:r>
      <w:r w:rsidR="00341124">
        <w:rPr>
          <w:rFonts w:ascii="Corbel" w:hAnsi="Corbel"/>
          <w:sz w:val="20"/>
          <w:szCs w:val="20"/>
        </w:rPr>
        <w:t>3</w:t>
      </w:r>
      <w:r w:rsidR="00301F87">
        <w:rPr>
          <w:rFonts w:ascii="Corbel" w:hAnsi="Corbel"/>
          <w:sz w:val="20"/>
          <w:szCs w:val="20"/>
        </w:rPr>
        <w:t>/2024</w:t>
      </w:r>
    </w:p>
    <w:p w:rsidRPr="009C54AE" w:rsidR="0085747A" w:rsidP="009C54AE" w:rsidRDefault="0085747A" w14:paraId="6DD942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2E7720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43109E" w14:paraId="7CA09420" w14:textId="77777777">
        <w:trPr>
          <w:trHeight w:val="187"/>
        </w:trPr>
        <w:tc>
          <w:tcPr>
            <w:tcW w:w="2694" w:type="dxa"/>
            <w:vAlign w:val="center"/>
          </w:tcPr>
          <w:p w:rsidRPr="009C54AE" w:rsidR="0085747A" w:rsidP="009C54AE" w:rsidRDefault="00C05F44" w14:paraId="440E4A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43109E" w:rsidR="0085747A" w:rsidP="00680142" w:rsidRDefault="00AA02B6" w14:paraId="73541B1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3109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Język migowy – kurs </w:t>
            </w:r>
            <w:r w:rsidRPr="0043109E" w:rsidR="00680142">
              <w:rPr>
                <w:rFonts w:ascii="Corbel" w:hAnsi="Corbel"/>
                <w:b w:val="0"/>
                <w:bCs/>
                <w:sz w:val="24"/>
                <w:szCs w:val="24"/>
              </w:rPr>
              <w:t>zaawansowany</w:t>
            </w:r>
          </w:p>
        </w:tc>
      </w:tr>
      <w:tr w:rsidRPr="009C54AE" w:rsidR="0085747A" w:rsidTr="00B819C8" w14:paraId="562DC49A" w14:textId="77777777">
        <w:tc>
          <w:tcPr>
            <w:tcW w:w="2694" w:type="dxa"/>
            <w:vAlign w:val="center"/>
          </w:tcPr>
          <w:p w:rsidRPr="009C54AE" w:rsidR="0085747A" w:rsidP="009C54AE" w:rsidRDefault="00C05F44" w14:paraId="375F8E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B43AC" w14:paraId="67DE4C9B" w14:textId="1CA17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43109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02A31" w:rsidR="00402A31">
              <w:rPr>
                <w:rFonts w:ascii="Corbel" w:hAnsi="Corbel"/>
                <w:b w:val="0"/>
                <w:sz w:val="24"/>
                <w:szCs w:val="24"/>
              </w:rPr>
              <w:t>[6]F_10</w:t>
            </w:r>
          </w:p>
        </w:tc>
      </w:tr>
      <w:tr w:rsidRPr="009C54AE" w:rsidR="0085747A" w:rsidTr="00B819C8" w14:paraId="3262E3B3" w14:textId="77777777">
        <w:tc>
          <w:tcPr>
            <w:tcW w:w="2694" w:type="dxa"/>
            <w:vAlign w:val="center"/>
          </w:tcPr>
          <w:p w:rsidRPr="009C54AE" w:rsidR="0085747A" w:rsidP="00EA4832" w:rsidRDefault="0085747A" w14:paraId="34DC302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7E30D4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08D7004" w14:textId="77777777">
        <w:tc>
          <w:tcPr>
            <w:tcW w:w="2694" w:type="dxa"/>
            <w:vAlign w:val="center"/>
          </w:tcPr>
          <w:p w:rsidRPr="009C54AE" w:rsidR="0085747A" w:rsidP="009C54AE" w:rsidRDefault="0085747A" w14:paraId="16C613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47E829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CF137ED" w14:textId="77777777">
        <w:tc>
          <w:tcPr>
            <w:tcW w:w="2694" w:type="dxa"/>
            <w:vAlign w:val="center"/>
          </w:tcPr>
          <w:p w:rsidRPr="009C54AE" w:rsidR="0085747A" w:rsidP="009C54AE" w:rsidRDefault="0085747A" w14:paraId="3D0F12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064E82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09FCF31E" w14:textId="77777777">
        <w:tc>
          <w:tcPr>
            <w:tcW w:w="2694" w:type="dxa"/>
            <w:vAlign w:val="center"/>
          </w:tcPr>
          <w:p w:rsidRPr="009C54AE" w:rsidR="0085747A" w:rsidP="009C54AE" w:rsidRDefault="00DE4A14" w14:paraId="1CFB47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6EE95F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5A7E4729" w14:textId="77777777">
        <w:tc>
          <w:tcPr>
            <w:tcW w:w="2694" w:type="dxa"/>
            <w:vAlign w:val="center"/>
          </w:tcPr>
          <w:p w:rsidRPr="009C54AE" w:rsidR="0085747A" w:rsidP="009C54AE" w:rsidRDefault="0085747A" w14:paraId="480788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640CCF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095A9DFC" w14:textId="77777777">
        <w:tc>
          <w:tcPr>
            <w:tcW w:w="2694" w:type="dxa"/>
            <w:vAlign w:val="center"/>
          </w:tcPr>
          <w:p w:rsidRPr="009C54AE" w:rsidR="0085747A" w:rsidP="009C54AE" w:rsidRDefault="0085747A" w14:paraId="397CE3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072DF69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14D46D1D" w14:textId="77777777">
        <w:tc>
          <w:tcPr>
            <w:tcW w:w="2694" w:type="dxa"/>
            <w:vAlign w:val="center"/>
          </w:tcPr>
          <w:p w:rsidRPr="009C54AE" w:rsidR="0085747A" w:rsidP="009C54AE" w:rsidRDefault="0085747A" w14:paraId="746B81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67075" w14:paraId="5B6034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Pr="009C54AE" w:rsidR="0085747A" w:rsidTr="00B819C8" w14:paraId="7128C8B7" w14:textId="77777777">
        <w:tc>
          <w:tcPr>
            <w:tcW w:w="2694" w:type="dxa"/>
            <w:vAlign w:val="center"/>
          </w:tcPr>
          <w:p w:rsidRPr="009C54AE" w:rsidR="0085747A" w:rsidP="009C54AE" w:rsidRDefault="0085747A" w14:paraId="346AB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7BFB423B" w14:textId="770D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0B819C8" w14:paraId="54A34386" w14:textId="77777777">
        <w:tc>
          <w:tcPr>
            <w:tcW w:w="2694" w:type="dxa"/>
            <w:vAlign w:val="center"/>
          </w:tcPr>
          <w:p w:rsidRPr="009C54AE" w:rsidR="00923D7D" w:rsidP="009C54AE" w:rsidRDefault="00923D7D" w14:paraId="44A91B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43109E" w14:paraId="268843F1" w14:textId="25B89B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00CE7628" w14:textId="77777777">
        <w:tc>
          <w:tcPr>
            <w:tcW w:w="2694" w:type="dxa"/>
            <w:vAlign w:val="center"/>
          </w:tcPr>
          <w:p w:rsidRPr="009C54AE" w:rsidR="0085747A" w:rsidP="009C54AE" w:rsidRDefault="0085747A" w14:paraId="166256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55A6F33E" w14:textId="5356E1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Pr="009C54AE" w:rsidR="0085747A" w:rsidTr="00B819C8" w14:paraId="52AA251E" w14:textId="77777777">
        <w:tc>
          <w:tcPr>
            <w:tcW w:w="2694" w:type="dxa"/>
            <w:vAlign w:val="center"/>
          </w:tcPr>
          <w:p w:rsidRPr="009C54AE" w:rsidR="0085747A" w:rsidP="009C54AE" w:rsidRDefault="0085747A" w14:paraId="0B978D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8E7840" w:rsidRDefault="00AA02B6" w14:paraId="50291226" w14:textId="36715A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:rsidRPr="009C54AE" w:rsidR="0085747A" w:rsidP="009C54AE" w:rsidRDefault="0085747A" w14:paraId="645EC1D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24056E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9530CC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21CEF0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03C2E774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B09B7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EC813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CAC7B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0A1F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F79DB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EA0F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E7158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D60E8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9C67C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B2AA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4958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639E8" w14:paraId="641DCCE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AA02B6" w14:paraId="6735F7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634E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1C698E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18900C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AA02B6" w14:paraId="692B16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35056D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2C4332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28F565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6935ED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4639E8" w14:paraId="54E8C0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4639E8" w:rsidRDefault="00634E15" w14:paraId="001C98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43109E" w:rsidRDefault="00923D7D" w14:paraId="24A7416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F84DB6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07A52" w:rsidP="00F83B28" w:rsidRDefault="00107A52" w14:paraId="3BDC6387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F67075" w14:paraId="66E17666" w14:textId="0F8D6C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A84007">
        <w:rPr>
          <w:rFonts w:ascii="Corbel" w:hAnsi="Corbel"/>
          <w:b w:val="0"/>
          <w:smallCaps w:val="0"/>
          <w:szCs w:val="24"/>
        </w:rPr>
        <w:t xml:space="preserve">  </w:t>
      </w:r>
      <w:r w:rsidRPr="00F67075" w:rsidR="0085747A">
        <w:rPr>
          <w:rFonts w:ascii="Corbel" w:hAnsi="Corbel"/>
          <w:b w:val="0"/>
          <w:smallCaps w:val="0"/>
          <w:szCs w:val="24"/>
        </w:rPr>
        <w:t>zajęcia w formie tradycyjnej</w:t>
      </w:r>
      <w:r w:rsidRPr="004639E8" w:rsidR="0085747A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Pr="009C54AE" w:rsidR="0085747A" w:rsidP="00F83B28" w:rsidRDefault="0085747A" w14:paraId="7288168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9D5DD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C9EDC2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43109E">
        <w:rPr>
          <w:rFonts w:ascii="Corbel" w:hAnsi="Corbel"/>
          <w:b w:val="0"/>
          <w:smallCaps w:val="0"/>
          <w:szCs w:val="24"/>
        </w:rPr>
        <w:t>, 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43109E" w:rsidP="009C54AE" w:rsidRDefault="0043109E" w14:paraId="05878F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43109E" w14:paraId="0570928C" w14:textId="10180BC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4AB2B8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550CD2C" w14:textId="10E3006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07A52" w:rsidP="009C54AE" w:rsidRDefault="00107A52" w14:paraId="6F93E28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CE5B82C" w14:textId="77777777">
        <w:tc>
          <w:tcPr>
            <w:tcW w:w="9670" w:type="dxa"/>
          </w:tcPr>
          <w:p w:rsidRPr="009C54AE" w:rsidR="0085747A" w:rsidP="009C54AE" w:rsidRDefault="0043109E" w14:paraId="5BF764DF" w14:textId="359CFC9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zaliczył przedmiot: „J</w:t>
            </w:r>
            <w:r w:rsidR="00634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ęzyk migowy – kurs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53D73E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391685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C5C7C9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32576E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F4FCD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4639E8" w:rsidTr="004639E8" w14:paraId="4B9FD585" w14:textId="77777777">
        <w:tc>
          <w:tcPr>
            <w:tcW w:w="851" w:type="dxa"/>
            <w:vAlign w:val="center"/>
          </w:tcPr>
          <w:p w:rsidRPr="009C54AE" w:rsidR="004639E8" w:rsidP="009C54AE" w:rsidRDefault="004639E8" w14:paraId="4396B5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639E8" w:rsidR="004639E8" w:rsidP="003102B6" w:rsidRDefault="003102B6" w14:paraId="07CFD80B" w14:textId="16B562CE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</w:t>
            </w:r>
            <w:r w:rsidRPr="004639E8" w:rsid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apoznanie studentów z wiadomościami na temat różnic i zastosowania polskiego języka migowego i systemu językowo-migowego,</w:t>
            </w:r>
          </w:p>
        </w:tc>
      </w:tr>
      <w:tr w:rsidRPr="009C54AE" w:rsidR="004639E8" w:rsidTr="004639E8" w14:paraId="30C6C5EA" w14:textId="77777777">
        <w:tc>
          <w:tcPr>
            <w:tcW w:w="851" w:type="dxa"/>
            <w:vAlign w:val="center"/>
          </w:tcPr>
          <w:p w:rsidRPr="009C54AE" w:rsidR="004639E8" w:rsidP="009C54AE" w:rsidRDefault="004639E8" w14:paraId="4DCF19A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639E8" w:rsidR="004639E8" w:rsidP="003102B6" w:rsidRDefault="003102B6" w14:paraId="1D17AFFA" w14:textId="51593CD3">
            <w:pPr>
              <w:pStyle w:val="Podpunkty"/>
              <w:ind w:left="0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</w:t>
            </w:r>
            <w:r w:rsidRPr="004639E8" w:rsid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ozpowszechnianie idei języka migowego jako środka porozumiewania się,</w:t>
            </w:r>
          </w:p>
        </w:tc>
      </w:tr>
      <w:tr w:rsidRPr="009C54AE" w:rsidR="004639E8" w:rsidTr="004639E8" w14:paraId="1EDE5568" w14:textId="77777777">
        <w:tc>
          <w:tcPr>
            <w:tcW w:w="851" w:type="dxa"/>
            <w:vAlign w:val="center"/>
          </w:tcPr>
          <w:p w:rsidRPr="009C54AE" w:rsidR="004639E8" w:rsidP="009C54AE" w:rsidRDefault="004639E8" w14:paraId="54A36F6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4639E8" w:rsidR="004639E8" w:rsidP="003102B6" w:rsidRDefault="003102B6" w14:paraId="1CF5DAF9" w14:textId="179BD12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</w:t>
            </w:r>
            <w:r w:rsidRPr="004639E8" w:rsid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:rsidRPr="009C54AE" w:rsidR="0085747A" w:rsidP="009C54AE" w:rsidRDefault="0085747A" w14:paraId="527F2D2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3F5129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BD7966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59070EB7" w14:textId="77777777">
        <w:tc>
          <w:tcPr>
            <w:tcW w:w="1701" w:type="dxa"/>
            <w:vAlign w:val="center"/>
          </w:tcPr>
          <w:p w:rsidRPr="009C54AE" w:rsidR="0085747A" w:rsidP="009C54AE" w:rsidRDefault="0085747A" w14:paraId="38B2D6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3FE72B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28EBD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BF592B" w:rsidTr="005E6E85" w14:paraId="25F094E4" w14:textId="77777777">
        <w:tc>
          <w:tcPr>
            <w:tcW w:w="1701" w:type="dxa"/>
          </w:tcPr>
          <w:p w:rsidRPr="009C54AE" w:rsidR="00BF592B" w:rsidP="009C54AE" w:rsidRDefault="00BF592B" w14:paraId="7ECC5AD1" w14:textId="4FB354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4639E8" w:rsidR="00341124" w:rsidP="003102B6" w:rsidRDefault="00BF592B" w14:paraId="00C50A0D" w14:textId="74DDA403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>Student ma elementarną wiedzę na temat kierowania własnym rozwojem, także w zakresie komunikacji z</w:t>
            </w:r>
            <w:r w:rsidR="00EA23BB">
              <w:rPr>
                <w:rFonts w:ascii="Corbel" w:hAnsi="Corbel" w:cs="Calibri"/>
                <w:sz w:val="24"/>
                <w:szCs w:val="24"/>
              </w:rPr>
              <w:t> </w:t>
            </w:r>
            <w:r w:rsidRPr="004639E8">
              <w:rPr>
                <w:rFonts w:ascii="Corbel" w:hAnsi="Corbel" w:cs="Calibri"/>
                <w:sz w:val="24"/>
                <w:szCs w:val="24"/>
              </w:rPr>
              <w:t xml:space="preserve"> osobami z ograniczonymi kompetencjami językowymi w</w:t>
            </w:r>
            <w:r w:rsidR="00EA23BB">
              <w:rPr>
                <w:rFonts w:ascii="Corbel" w:hAnsi="Corbel" w:cs="Calibri"/>
                <w:sz w:val="24"/>
                <w:szCs w:val="24"/>
              </w:rPr>
              <w:t> </w:t>
            </w:r>
            <w:r w:rsidRPr="004639E8">
              <w:rPr>
                <w:rFonts w:ascii="Corbel" w:hAnsi="Corbel" w:cs="Calibri"/>
                <w:sz w:val="24"/>
                <w:szCs w:val="24"/>
              </w:rPr>
              <w:t xml:space="preserve"> zakresie języka polskiego w formie fonicznej</w:t>
            </w:r>
          </w:p>
        </w:tc>
        <w:tc>
          <w:tcPr>
            <w:tcW w:w="1873" w:type="dxa"/>
          </w:tcPr>
          <w:p w:rsidR="00BF592B" w:rsidRDefault="00BF592B" w14:paraId="221F4D98" w14:textId="607DCA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341124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Pr="009C54AE" w:rsidR="00BF592B" w:rsidTr="005E6E85" w14:paraId="0A0628A6" w14:textId="77777777">
        <w:tc>
          <w:tcPr>
            <w:tcW w:w="1701" w:type="dxa"/>
          </w:tcPr>
          <w:p w:rsidRPr="009C54AE" w:rsidR="00BF592B" w:rsidP="009C54AE" w:rsidRDefault="00BF592B" w14:paraId="198CB7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639E8" w:rsidR="00BF592B" w:rsidP="003102B6" w:rsidRDefault="00BF592B" w14:paraId="466A4758" w14:textId="590A5D05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>Student umie posługiwać się znakami polskiego alfabetu palcowego, znakami liczebników głównych i</w:t>
            </w:r>
            <w:r w:rsidR="00EA23BB">
              <w:rPr>
                <w:rFonts w:ascii="Corbel" w:hAnsi="Corbel" w:cs="Calibri"/>
                <w:sz w:val="24"/>
                <w:szCs w:val="24"/>
              </w:rPr>
              <w:t> </w:t>
            </w:r>
            <w:r w:rsidRPr="004639E8">
              <w:rPr>
                <w:rFonts w:ascii="Corbel" w:hAnsi="Corbel" w:cs="Calibri"/>
                <w:sz w:val="24"/>
                <w:szCs w:val="24"/>
              </w:rPr>
              <w:t xml:space="preserve"> porządkowych znakami ideograficznymi języka migowego wg zasad systemu językowo-migowego w</w:t>
            </w:r>
            <w:r w:rsidR="00EA23BB">
              <w:rPr>
                <w:rFonts w:ascii="Corbel" w:hAnsi="Corbel" w:cs="Calibri"/>
                <w:sz w:val="24"/>
                <w:szCs w:val="24"/>
              </w:rPr>
              <w:t> </w:t>
            </w:r>
            <w:r w:rsidRPr="004639E8">
              <w:rPr>
                <w:rFonts w:ascii="Corbel" w:hAnsi="Corbel" w:cs="Calibri"/>
                <w:sz w:val="24"/>
                <w:szCs w:val="24"/>
              </w:rPr>
              <w:t xml:space="preserve"> sytuacjach tego wymagających w czasie realizacji zadań zawodowych</w:t>
            </w:r>
          </w:p>
        </w:tc>
        <w:tc>
          <w:tcPr>
            <w:tcW w:w="1873" w:type="dxa"/>
          </w:tcPr>
          <w:p w:rsidR="00BF592B" w:rsidRDefault="00BF592B" w14:paraId="763FD61E" w14:textId="4715D3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</w:t>
            </w:r>
            <w:r w:rsidR="00341124">
              <w:rPr>
                <w:rFonts w:ascii="Corbel" w:hAnsi="Corbel"/>
                <w:b w:val="0"/>
                <w:szCs w:val="24"/>
              </w:rPr>
              <w:t>10</w:t>
            </w:r>
          </w:p>
        </w:tc>
      </w:tr>
    </w:tbl>
    <w:p w:rsidRPr="009C54AE" w:rsidR="0085747A" w:rsidP="009C54AE" w:rsidRDefault="0085747A" w14:paraId="2952239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F2B8BE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4A2098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7549B9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E41BB6D" w14:textId="77777777">
        <w:tc>
          <w:tcPr>
            <w:tcW w:w="9639" w:type="dxa"/>
          </w:tcPr>
          <w:p w:rsidRPr="009C54AE" w:rsidR="0085747A" w:rsidP="009C54AE" w:rsidRDefault="0085747A" w14:paraId="33E1F35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7E9D6CE3" w14:textId="77777777">
        <w:tc>
          <w:tcPr>
            <w:tcW w:w="9639" w:type="dxa"/>
          </w:tcPr>
          <w:p w:rsidRPr="00107A52" w:rsidR="0085747A" w:rsidP="00107A52" w:rsidRDefault="00EA23BB" w14:paraId="3AC04ED7" w14:textId="6A41AE8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Pr="009C54AE" w:rsidR="0085747A" w:rsidP="009C54AE" w:rsidRDefault="0085747A" w14:paraId="7867380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ADE20A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69800C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E8A91C2" w14:textId="77777777">
        <w:tc>
          <w:tcPr>
            <w:tcW w:w="9639" w:type="dxa"/>
          </w:tcPr>
          <w:p w:rsidRPr="009C54AE" w:rsidR="0085747A" w:rsidP="009C54AE" w:rsidRDefault="0085747A" w14:paraId="3062EF7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639E8" w:rsidTr="00923D7D" w14:paraId="6B98CE8D" w14:textId="77777777">
        <w:tc>
          <w:tcPr>
            <w:tcW w:w="9639" w:type="dxa"/>
          </w:tcPr>
          <w:p w:rsidRPr="004639E8" w:rsidR="004639E8" w:rsidP="00DA735E" w:rsidRDefault="004639E8" w14:paraId="0506A947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Pr="009C54AE" w:rsidR="004639E8" w:rsidTr="00923D7D" w14:paraId="7F573D85" w14:textId="77777777">
        <w:tc>
          <w:tcPr>
            <w:tcW w:w="9639" w:type="dxa"/>
          </w:tcPr>
          <w:p w:rsidRPr="004639E8" w:rsidR="004639E8" w:rsidP="00DA735E" w:rsidRDefault="004639E8" w14:paraId="6038D52E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Pr="009C54AE" w:rsidR="004639E8" w:rsidTr="00923D7D" w14:paraId="3CBFDFFF" w14:textId="77777777">
        <w:tc>
          <w:tcPr>
            <w:tcW w:w="9639" w:type="dxa"/>
          </w:tcPr>
          <w:p w:rsidRPr="004639E8" w:rsidR="004639E8" w:rsidP="00DA735E" w:rsidRDefault="004639E8" w14:paraId="50E0022A" w14:textId="77777777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Kolejne znaki ideograficzne związane z problematyką pracy socjalnej (wywiad </w:t>
            </w:r>
            <w:r w:rsidRPr="004639E8"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z niesłyszącym klientem, pomoc podopiecznemu).</w:t>
            </w:r>
          </w:p>
        </w:tc>
      </w:tr>
    </w:tbl>
    <w:p w:rsidRPr="009C54AE" w:rsidR="0085747A" w:rsidP="009C54AE" w:rsidRDefault="0085747A" w14:paraId="2801123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52192B" w:rsidRDefault="0052192B" w14:paraId="4C242331" w14:textId="42812B71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9F4610">
        <w:rPr>
          <w:rFonts w:ascii="Corbel" w:hAnsi="Corbel"/>
          <w:smallCaps w:val="0"/>
          <w:szCs w:val="24"/>
        </w:rPr>
        <w:lastRenderedPageBreak/>
        <w:t>3.4 Metody dydaktyczne</w:t>
      </w:r>
      <w:r w:rsidRPr="009C54AE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Pr="00EA23BB" w:rsidR="0085747A" w:rsidP="009C54AE" w:rsidRDefault="00EA23BB" w14:paraId="2166E186" w14:textId="543F4B63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EA23BB">
        <w:rPr>
          <w:rFonts w:ascii="Corbel" w:hAnsi="Corbel"/>
          <w:b w:val="0"/>
          <w:i/>
          <w:iCs/>
          <w:smallCaps w:val="0"/>
          <w:szCs w:val="24"/>
        </w:rPr>
        <w:t>Konwersatorium: w</w:t>
      </w:r>
      <w:r w:rsidRPr="00EA23BB" w:rsidR="004639E8">
        <w:rPr>
          <w:rFonts w:ascii="Corbel" w:hAnsi="Corbel"/>
          <w:b w:val="0"/>
          <w:i/>
          <w:iCs/>
          <w:smallCaps w:val="0"/>
          <w:szCs w:val="24"/>
        </w:rPr>
        <w:t>ykład z prezentacją, praca w grupach</w:t>
      </w:r>
    </w:p>
    <w:p w:rsidRPr="009C54AE" w:rsidR="0085747A" w:rsidP="009C54AE" w:rsidRDefault="0085747A" w14:paraId="02E699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8CA23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DC2638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571690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AD6AE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06FD845E" w14:textId="77777777">
        <w:tc>
          <w:tcPr>
            <w:tcW w:w="1985" w:type="dxa"/>
            <w:vAlign w:val="center"/>
          </w:tcPr>
          <w:p w:rsidRPr="009C54AE" w:rsidR="0085747A" w:rsidP="009C54AE" w:rsidRDefault="0071620A" w14:paraId="08DEE1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97A73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99CA7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9E0C9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FAFD1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639E8" w:rsidTr="00C05F44" w14:paraId="12E9C662" w14:textId="77777777">
        <w:tc>
          <w:tcPr>
            <w:tcW w:w="1985" w:type="dxa"/>
          </w:tcPr>
          <w:p w:rsidRPr="007D326B" w:rsidR="004639E8" w:rsidP="00DA735E" w:rsidRDefault="004639E8" w14:paraId="46CBB442" w14:textId="77777777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:rsidRPr="00EA23BB" w:rsidR="004639E8" w:rsidP="00DA735E" w:rsidRDefault="004639E8" w14:paraId="0FCF24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Pr="009C54AE" w:rsidR="004639E8" w:rsidP="00DA735E" w:rsidRDefault="004639E8" w14:paraId="18C9DB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4639E8" w:rsidTr="00C05F44" w14:paraId="5183AC24" w14:textId="77777777">
        <w:tc>
          <w:tcPr>
            <w:tcW w:w="1985" w:type="dxa"/>
          </w:tcPr>
          <w:p w:rsidRPr="007D326B" w:rsidR="004639E8" w:rsidP="00DA735E" w:rsidRDefault="004639E8" w14:paraId="2D6C5533" w14:textId="77777777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:rsidRPr="00EA23BB" w:rsidR="004639E8" w:rsidP="00DA735E" w:rsidRDefault="004639E8" w14:paraId="300D56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Pr="009C54AE" w:rsidR="004639E8" w:rsidP="00DA735E" w:rsidRDefault="004639E8" w14:paraId="0AC8B9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436FD1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3BE14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E207BB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B7C00E2" w14:textId="77777777">
        <w:tc>
          <w:tcPr>
            <w:tcW w:w="9670" w:type="dxa"/>
          </w:tcPr>
          <w:p w:rsidRPr="004639E8" w:rsidR="0085747A" w:rsidP="004639E8" w:rsidRDefault="004639E8" w14:paraId="5F3626D1" w14:textId="77777777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:rsidRPr="009C54AE" w:rsidR="0085747A" w:rsidP="009C54AE" w:rsidRDefault="0085747A" w14:paraId="1F3AB9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AEEA76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097FF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564FB10" w14:textId="77777777">
        <w:tc>
          <w:tcPr>
            <w:tcW w:w="4962" w:type="dxa"/>
            <w:vAlign w:val="center"/>
          </w:tcPr>
          <w:p w:rsidRPr="009C54AE" w:rsidR="0085747A" w:rsidP="009C54AE" w:rsidRDefault="00C61DC5" w14:paraId="0238FFC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FB8F39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56186FB" w14:textId="77777777">
        <w:tc>
          <w:tcPr>
            <w:tcW w:w="4962" w:type="dxa"/>
          </w:tcPr>
          <w:p w:rsidRPr="009C54AE" w:rsidR="0085747A" w:rsidP="009C54AE" w:rsidRDefault="00C61DC5" w14:paraId="1E0069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4639E8" w14:paraId="10CFF7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6B9DBB47" w14:textId="77777777">
        <w:tc>
          <w:tcPr>
            <w:tcW w:w="4962" w:type="dxa"/>
          </w:tcPr>
          <w:p w:rsidRPr="009C54AE" w:rsidR="00C61DC5" w:rsidP="009C54AE" w:rsidRDefault="00C61DC5" w14:paraId="5983FE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7B66C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F67075" w14:paraId="6C5DF5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68A33AC6" w14:textId="77777777">
        <w:tc>
          <w:tcPr>
            <w:tcW w:w="4962" w:type="dxa"/>
          </w:tcPr>
          <w:p w:rsidRPr="009C54AE" w:rsidR="0071620A" w:rsidP="009C54AE" w:rsidRDefault="00C61DC5" w14:paraId="1D267A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683EBC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F67075" w14:paraId="49CA15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Pr="009C54AE" w:rsidR="0085747A" w:rsidTr="00923D7D" w14:paraId="70A4A402" w14:textId="77777777">
        <w:tc>
          <w:tcPr>
            <w:tcW w:w="4962" w:type="dxa"/>
          </w:tcPr>
          <w:p w:rsidRPr="009C54AE" w:rsidR="0085747A" w:rsidP="009C54AE" w:rsidRDefault="0085747A" w14:paraId="5912A6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634E15" w14:paraId="3B8B78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639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5EA17EE5" w14:textId="77777777">
        <w:tc>
          <w:tcPr>
            <w:tcW w:w="4962" w:type="dxa"/>
          </w:tcPr>
          <w:p w:rsidRPr="009C54AE" w:rsidR="0085747A" w:rsidP="009C54AE" w:rsidRDefault="0085747A" w14:paraId="7734D2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634E15" w14:paraId="407835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48E12A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6F378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AB16D2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3B4BBA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52192B" w:rsidTr="0071620A" w14:paraId="60B3EEBF" w14:textId="77777777">
        <w:trPr>
          <w:trHeight w:val="397"/>
        </w:trPr>
        <w:tc>
          <w:tcPr>
            <w:tcW w:w="3544" w:type="dxa"/>
          </w:tcPr>
          <w:p w:rsidRPr="009C54AE" w:rsidR="0052192B" w:rsidP="0052192B" w:rsidRDefault="0052192B" w14:paraId="579074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52192B" w:rsidP="0052192B" w:rsidRDefault="00EA23BB" w14:paraId="5BDDA29B" w14:textId="248E3D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Pr="009C54AE" w:rsidR="0052192B" w:rsidTr="0071620A" w14:paraId="77731409" w14:textId="77777777">
        <w:trPr>
          <w:trHeight w:val="397"/>
        </w:trPr>
        <w:tc>
          <w:tcPr>
            <w:tcW w:w="3544" w:type="dxa"/>
          </w:tcPr>
          <w:p w:rsidRPr="009C54AE" w:rsidR="0052192B" w:rsidP="0052192B" w:rsidRDefault="0052192B" w14:paraId="71DAF8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52192B" w:rsidP="0052192B" w:rsidRDefault="00EA23BB" w14:paraId="7879E5D5" w14:textId="116911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14D4A0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C22B74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ADDC5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3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835"/>
      </w:tblGrid>
      <w:tr w:rsidRPr="009C54AE" w:rsidR="004639E8" w:rsidTr="728E2722" w14:paraId="2A338275" w14:textId="77777777">
        <w:trPr>
          <w:trHeight w:val="397"/>
        </w:trPr>
        <w:tc>
          <w:tcPr>
            <w:tcW w:w="8835" w:type="dxa"/>
            <w:tcMar/>
          </w:tcPr>
          <w:p w:rsidRPr="004639E8" w:rsidR="004639E8" w:rsidP="004639E8" w:rsidRDefault="004639E8" w14:paraId="48E16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639E8" w:rsidR="00EA23BB" w:rsidP="00EA23BB" w:rsidRDefault="00EA23BB" w14:paraId="091F79CD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Pr="0041033C">
              <w:rPr>
                <w:rFonts w:ascii="Corbel" w:hAnsi="Corbel"/>
                <w:sz w:val="24"/>
                <w:szCs w:val="24"/>
              </w:rPr>
              <w:t>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4639E8" w:rsidR="004639E8" w:rsidP="004639E8" w:rsidRDefault="00EA23BB" w14:paraId="727C6B76" w14:textId="7D9D0965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639E8" w:rsidTr="728E2722" w14:paraId="4A722333" w14:textId="77777777">
        <w:trPr>
          <w:trHeight w:val="397"/>
        </w:trPr>
        <w:tc>
          <w:tcPr>
            <w:tcW w:w="8835" w:type="dxa"/>
            <w:tcMar/>
          </w:tcPr>
          <w:p w:rsidRPr="004639E8" w:rsidR="004639E8" w:rsidP="004639E8" w:rsidRDefault="004639E8" w14:paraId="15208E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A23BB" w:rsidP="00EA23BB" w:rsidRDefault="00EA23BB" w14:paraId="3CDEB6B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4639E8" w:rsidR="00E14699" w:rsidP="00EA23BB" w:rsidRDefault="00EA23BB" w14:paraId="61CE8285" w14:textId="4713D38F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:rsidRPr="009C54AE" w:rsidR="0085747A" w:rsidP="009C54AE" w:rsidRDefault="0085747A" w14:paraId="17BD31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C45A61" w:rsidRDefault="0085747A" w14:paraId="50143010" w14:textId="08AAA916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84AFC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47EE" w:rsidP="00C16ABF" w:rsidRDefault="004447EE" w14:paraId="539656D7" w14:textId="77777777">
      <w:pPr>
        <w:spacing w:after="0" w:line="240" w:lineRule="auto"/>
      </w:pPr>
      <w:r>
        <w:separator/>
      </w:r>
    </w:p>
  </w:endnote>
  <w:endnote w:type="continuationSeparator" w:id="0">
    <w:p w:rsidR="004447EE" w:rsidP="00C16ABF" w:rsidRDefault="004447EE" w14:paraId="75B4708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8969589"/>
      <w:docPartObj>
        <w:docPartGallery w:val="Page Numbers (Bottom of Page)"/>
        <w:docPartUnique/>
      </w:docPartObj>
    </w:sdtPr>
    <w:sdtContent>
      <w:p w:rsidR="00EA23BB" w:rsidRDefault="00EA23BB" w14:paraId="503092D9" w14:textId="788209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A23BB" w:rsidRDefault="00EA23BB" w14:paraId="3B6EDEB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47EE" w:rsidP="00C16ABF" w:rsidRDefault="004447EE" w14:paraId="2EDEDA39" w14:textId="77777777">
      <w:pPr>
        <w:spacing w:after="0" w:line="240" w:lineRule="auto"/>
      </w:pPr>
      <w:r>
        <w:separator/>
      </w:r>
    </w:p>
  </w:footnote>
  <w:footnote w:type="continuationSeparator" w:id="0">
    <w:p w:rsidR="004447EE" w:rsidP="00C16ABF" w:rsidRDefault="004447EE" w14:paraId="1779983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3C3CA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A5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F3A"/>
    <w:rsid w:val="001D657B"/>
    <w:rsid w:val="001D7B54"/>
    <w:rsid w:val="001E0209"/>
    <w:rsid w:val="001F2CA2"/>
    <w:rsid w:val="002144C0"/>
    <w:rsid w:val="0021585E"/>
    <w:rsid w:val="002206E5"/>
    <w:rsid w:val="0022477D"/>
    <w:rsid w:val="002278A9"/>
    <w:rsid w:val="002336F9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671D"/>
    <w:rsid w:val="002A695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87"/>
    <w:rsid w:val="0030395F"/>
    <w:rsid w:val="00305C92"/>
    <w:rsid w:val="003102B6"/>
    <w:rsid w:val="003132B3"/>
    <w:rsid w:val="003151C5"/>
    <w:rsid w:val="003343CF"/>
    <w:rsid w:val="00341124"/>
    <w:rsid w:val="00342EFF"/>
    <w:rsid w:val="00346FE9"/>
    <w:rsid w:val="0034759A"/>
    <w:rsid w:val="003503F6"/>
    <w:rsid w:val="00351E49"/>
    <w:rsid w:val="003530DD"/>
    <w:rsid w:val="00363F78"/>
    <w:rsid w:val="00364401"/>
    <w:rsid w:val="0038044E"/>
    <w:rsid w:val="003A0A5B"/>
    <w:rsid w:val="003A1176"/>
    <w:rsid w:val="003A7E37"/>
    <w:rsid w:val="003A7EBA"/>
    <w:rsid w:val="003C0BAE"/>
    <w:rsid w:val="003D18A9"/>
    <w:rsid w:val="003D6CE2"/>
    <w:rsid w:val="003E1941"/>
    <w:rsid w:val="003E2FE6"/>
    <w:rsid w:val="003E49D5"/>
    <w:rsid w:val="003F205D"/>
    <w:rsid w:val="003F38C0"/>
    <w:rsid w:val="00402A31"/>
    <w:rsid w:val="00414E3C"/>
    <w:rsid w:val="00416C11"/>
    <w:rsid w:val="0042244A"/>
    <w:rsid w:val="0042745A"/>
    <w:rsid w:val="0043109E"/>
    <w:rsid w:val="00431D5C"/>
    <w:rsid w:val="004362C6"/>
    <w:rsid w:val="00437FA2"/>
    <w:rsid w:val="004447EE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33E2"/>
    <w:rsid w:val="004A3EEA"/>
    <w:rsid w:val="004A4D1F"/>
    <w:rsid w:val="004D5282"/>
    <w:rsid w:val="004F1551"/>
    <w:rsid w:val="004F55A3"/>
    <w:rsid w:val="0050496F"/>
    <w:rsid w:val="00513B6F"/>
    <w:rsid w:val="00517C63"/>
    <w:rsid w:val="0052192B"/>
    <w:rsid w:val="005363C4"/>
    <w:rsid w:val="00536BDE"/>
    <w:rsid w:val="00543ACC"/>
    <w:rsid w:val="0056696D"/>
    <w:rsid w:val="0059484D"/>
    <w:rsid w:val="005A0855"/>
    <w:rsid w:val="005A3196"/>
    <w:rsid w:val="005C080F"/>
    <w:rsid w:val="005C2245"/>
    <w:rsid w:val="005C55E5"/>
    <w:rsid w:val="005C696A"/>
    <w:rsid w:val="005E6E85"/>
    <w:rsid w:val="005F31D2"/>
    <w:rsid w:val="0061029B"/>
    <w:rsid w:val="006143C4"/>
    <w:rsid w:val="00617230"/>
    <w:rsid w:val="00621CE1"/>
    <w:rsid w:val="00627FC9"/>
    <w:rsid w:val="00634E15"/>
    <w:rsid w:val="00647FA8"/>
    <w:rsid w:val="00650C5F"/>
    <w:rsid w:val="00654934"/>
    <w:rsid w:val="006620D9"/>
    <w:rsid w:val="00667146"/>
    <w:rsid w:val="00671958"/>
    <w:rsid w:val="00675843"/>
    <w:rsid w:val="00680142"/>
    <w:rsid w:val="006810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C3299"/>
    <w:rsid w:val="007C3BCC"/>
    <w:rsid w:val="007C4546"/>
    <w:rsid w:val="007D6A3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A0B"/>
    <w:rsid w:val="008E64F4"/>
    <w:rsid w:val="008E7840"/>
    <w:rsid w:val="008F12C9"/>
    <w:rsid w:val="008F6E29"/>
    <w:rsid w:val="00916188"/>
    <w:rsid w:val="00923D7D"/>
    <w:rsid w:val="00936E0E"/>
    <w:rsid w:val="009508DF"/>
    <w:rsid w:val="00950DAC"/>
    <w:rsid w:val="00954A07"/>
    <w:rsid w:val="00965C70"/>
    <w:rsid w:val="00986776"/>
    <w:rsid w:val="00997F14"/>
    <w:rsid w:val="009A78D9"/>
    <w:rsid w:val="009B43AC"/>
    <w:rsid w:val="009C3E31"/>
    <w:rsid w:val="009C54AE"/>
    <w:rsid w:val="009C788E"/>
    <w:rsid w:val="009D3F3B"/>
    <w:rsid w:val="009E0543"/>
    <w:rsid w:val="009E3B41"/>
    <w:rsid w:val="009F3C5C"/>
    <w:rsid w:val="009F4610"/>
    <w:rsid w:val="00A0088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007"/>
    <w:rsid w:val="00A84C85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6DF"/>
    <w:rsid w:val="00B66529"/>
    <w:rsid w:val="00B75946"/>
    <w:rsid w:val="00B8056E"/>
    <w:rsid w:val="00B819C8"/>
    <w:rsid w:val="00B82308"/>
    <w:rsid w:val="00B83362"/>
    <w:rsid w:val="00B90885"/>
    <w:rsid w:val="00BA3122"/>
    <w:rsid w:val="00BB520A"/>
    <w:rsid w:val="00BD3869"/>
    <w:rsid w:val="00BD66E9"/>
    <w:rsid w:val="00BD6FF4"/>
    <w:rsid w:val="00BF2C41"/>
    <w:rsid w:val="00BF592B"/>
    <w:rsid w:val="00C01453"/>
    <w:rsid w:val="00C058B4"/>
    <w:rsid w:val="00C05F44"/>
    <w:rsid w:val="00C131B5"/>
    <w:rsid w:val="00C16ABF"/>
    <w:rsid w:val="00C170AE"/>
    <w:rsid w:val="00C26CB7"/>
    <w:rsid w:val="00C324C1"/>
    <w:rsid w:val="00C36992"/>
    <w:rsid w:val="00C45A61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EE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AFC"/>
    <w:rsid w:val="00DA2114"/>
    <w:rsid w:val="00DA4EB7"/>
    <w:rsid w:val="00DE09C0"/>
    <w:rsid w:val="00DE4A14"/>
    <w:rsid w:val="00DF320D"/>
    <w:rsid w:val="00DF71C8"/>
    <w:rsid w:val="00E129B8"/>
    <w:rsid w:val="00E1469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3BB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075"/>
    <w:rsid w:val="00F7066B"/>
    <w:rsid w:val="00F765D6"/>
    <w:rsid w:val="00F83B28"/>
    <w:rsid w:val="00F974DA"/>
    <w:rsid w:val="00FA46E5"/>
    <w:rsid w:val="00FB5016"/>
    <w:rsid w:val="00FB7DBA"/>
    <w:rsid w:val="00FC1C25"/>
    <w:rsid w:val="00FC3F45"/>
    <w:rsid w:val="00FD503F"/>
    <w:rsid w:val="00FD7589"/>
    <w:rsid w:val="00FF016A"/>
    <w:rsid w:val="00FF1401"/>
    <w:rsid w:val="00FF4E5C"/>
    <w:rsid w:val="00FF5E7D"/>
    <w:rsid w:val="1517B151"/>
    <w:rsid w:val="48887020"/>
    <w:rsid w:val="728E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7E3F"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6e4fd8450ba44d3e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bf45b-90d4-4b79-be74-ad422ca4f82d}"/>
      </w:docPartPr>
      <w:docPartBody>
        <w:p w14:paraId="44A0D46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0F5E6F-2610-43EB-AC4D-3845855D58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B4E372-5075-46B8-951A-6C38E0756A57}"/>
</file>

<file path=customXml/itemProps3.xml><?xml version="1.0" encoding="utf-8"?>
<ds:datastoreItem xmlns:ds="http://schemas.openxmlformats.org/officeDocument/2006/customXml" ds:itemID="{921BC09F-AD69-4475-881C-60BA99149E81}"/>
</file>

<file path=customXml/itemProps4.xml><?xml version="1.0" encoding="utf-8"?>
<ds:datastoreItem xmlns:ds="http://schemas.openxmlformats.org/officeDocument/2006/customXml" ds:itemID="{5FFE0A90-391C-4BFE-A388-E8AD940978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Motyka Marek</cp:lastModifiedBy>
  <cp:revision>11</cp:revision>
  <cp:lastPrinted>2019-02-06T12:12:00Z</cp:lastPrinted>
  <dcterms:created xsi:type="dcterms:W3CDTF">2020-10-28T04:53:00Z</dcterms:created>
  <dcterms:modified xsi:type="dcterms:W3CDTF">2021-09-23T18:07:19Z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